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2F5" w:rsidRPr="00524471" w:rsidRDefault="00A362F5">
      <w:pPr>
        <w:rPr>
          <w:sz w:val="40"/>
        </w:rPr>
      </w:pPr>
      <w:r>
        <w:rPr>
          <w:noProof/>
        </w:rPr>
        <w:pict>
          <v:shapetype id="_x0000_t202" coordsize="21600,21600" o:spt="202" path="m,l,21600r21600,l21600,xe">
            <v:stroke joinstyle="miter"/>
            <v:path gradientshapeok="t" o:connecttype="rect"/>
          </v:shapetype>
          <v:shape id="_x0000_s1026" type="#_x0000_t202" style="position:absolute;margin-left:48pt;margin-top:54pt;width:7in;height:684pt;z-index:251658240;mso-position-horizontal-relative:page;mso-position-vertical-relative:page" wrapcoords="0 0 21600 0 21600 21600 0 21600 0 0" filled="f" stroked="f">
            <v:fill o:detectmouseclick="t"/>
            <v:textbox style="mso-next-textbox:#_x0000_s1026" inset=",7.2pt,,7.2pt">
              <w:txbxContent>
                <w:p w:rsidR="00A362F5" w:rsidRDefault="00A362F5">
                  <w:pPr>
                    <w:rPr>
                      <w:sz w:val="48"/>
                    </w:rPr>
                  </w:pPr>
                  <w:r w:rsidRPr="00524471">
                    <w:rPr>
                      <w:sz w:val="48"/>
                    </w:rPr>
                    <w:t>My Digital Footprint By Trevor Smith</w:t>
                  </w:r>
                </w:p>
                <w:p w:rsidR="00A362F5" w:rsidRDefault="00A362F5">
                  <w:pPr>
                    <w:rPr>
                      <w:sz w:val="26"/>
                    </w:rPr>
                  </w:pPr>
                  <w:r>
                    <w:rPr>
                      <w:sz w:val="26"/>
                    </w:rPr>
                    <w:tab/>
                  </w:r>
                </w:p>
                <w:p w:rsidR="00A362F5" w:rsidRDefault="00A362F5">
                  <w:pPr>
                    <w:rPr>
                      <w:sz w:val="26"/>
                    </w:rPr>
                  </w:pPr>
                  <w:r>
                    <w:rPr>
                      <w:sz w:val="26"/>
                    </w:rPr>
                    <w:tab/>
                    <w:t>What I learned from the 2 videos is that you should not share any photos with anyone if they are embarrassing.  If you shared something that you weren’t supposed to, the person that sent you the photo will be laughed at or worse.  Even if you posted it on facebook the person would be more embarrassed than ever since the whole world can now see it.  I think it is bad that 1 or 2 other people see it, but if the whole world sees it I would never set foot out of my house again.  Would you set foot out of your house if that happened?</w:t>
                  </w:r>
                </w:p>
                <w:p w:rsidR="00A362F5" w:rsidRDefault="00A362F5">
                  <w:pPr>
                    <w:rPr>
                      <w:sz w:val="26"/>
                    </w:rPr>
                  </w:pPr>
                  <w:r>
                    <w:rPr>
                      <w:sz w:val="26"/>
                    </w:rPr>
                    <w:tab/>
                    <w:t>Sure you might get laughed at, but it could also go viral.  If your parents saw the text or photo you might get in a little trouble, buy at least you did not get grounded.  If I learned any thing from the videos is that you should never share photos unless you really want to.  Have you ever  shared a photo that you did not want to?  Never share photos unless you really need to.</w:t>
                  </w:r>
                </w:p>
                <w:p w:rsidR="00A362F5" w:rsidRPr="00524471" w:rsidRDefault="00A362F5">
                  <w:pPr>
                    <w:rPr>
                      <w:sz w:val="26"/>
                    </w:rPr>
                  </w:pPr>
                  <w:r>
                    <w:rPr>
                      <w:sz w:val="26"/>
                    </w:rPr>
                    <w:t xml:space="preserve">  </w:t>
                  </w:r>
                </w:p>
              </w:txbxContent>
            </v:textbox>
            <w10:wrap type="tight" anchorx="page" anchory="page"/>
          </v:shape>
        </w:pict>
      </w:r>
    </w:p>
    <w:sectPr w:rsidR="00A362F5" w:rsidRPr="00524471" w:rsidSect="00524471">
      <w:pgSz w:w="12240" w:h="15840"/>
      <w:pgMar w:top="1080" w:right="1080" w:bottom="1080" w:left="1080" w:header="720" w:footer="720" w:gutter="0"/>
      <w:cols w:space="72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rawingGridHorizontalSpacing w:val="360"/>
  <w:drawingGridVerticalSpacing w:val="360"/>
  <w:displayHorizontalDrawingGridEvery w:val="0"/>
  <w:displayVerticalDrawingGridEvery w:val="0"/>
  <w:characterSpacingControl w:val="doNotCompress"/>
  <w:savePreviewPicture/>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OpenInPublishingView" w:val="0"/>
  </w:docVars>
  <w:rsids>
    <w:rsidRoot w:val="00524471"/>
    <w:rsid w:val="004E5994"/>
    <w:rsid w:val="00524471"/>
    <w:rsid w:val="006010A6"/>
    <w:rsid w:val="009B37FC"/>
    <w:rsid w:val="00A362F5"/>
    <w:rsid w:val="00BB0637"/>
    <w:rsid w:val="00BF2D08"/>
    <w:rsid w:val="00BF5A4A"/>
    <w:rsid w:val="00FD7B0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33</TotalTime>
  <Pages>1</Pages>
  <Words>0</Words>
  <Characters>1</Characters>
  <Application>Microsoft Office Outlook</Application>
  <DocSecurity>0</DocSecurity>
  <Lines>0</Lines>
  <Paragraphs>0</Paragraphs>
  <ScaleCrop>false</ScaleCrop>
  <Company>San Diego Unified School District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City School</dc:creator>
  <cp:keywords/>
  <dc:description/>
  <cp:lastModifiedBy>xrsb001</cp:lastModifiedBy>
  <cp:revision>2</cp:revision>
  <dcterms:created xsi:type="dcterms:W3CDTF">2012-09-27T20:25:00Z</dcterms:created>
  <dcterms:modified xsi:type="dcterms:W3CDTF">2012-09-30T17:05:00Z</dcterms:modified>
</cp:coreProperties>
</file>